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D4FB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747D4C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79B9CF9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85CFD9C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25629634" w14:textId="77777777" w:rsidR="00CB198C" w:rsidRPr="00330C91" w:rsidRDefault="00CB198C" w:rsidP="00CB198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Metsahake</w:t>
      </w:r>
      <w:proofErr w:type="spellEnd"/>
      <w:r>
        <w:rPr>
          <w:spacing w:val="0"/>
          <w:position w:val="0"/>
          <w:sz w:val="20"/>
        </w:rPr>
        <w:t xml:space="preserve"> OÜ</w:t>
      </w:r>
      <w:r w:rsidRPr="00B8365C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52291744" w14:textId="77777777" w:rsidR="00CB198C" w:rsidRPr="00330C91" w:rsidRDefault="00CB198C" w:rsidP="00CB198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D6E6565" w14:textId="1F0DEFA5" w:rsidR="00CB198C" w:rsidRDefault="00CB198C" w:rsidP="00CB198C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4B4F52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4B4F52">
        <w:rPr>
          <w:spacing w:val="0"/>
          <w:position w:val="0"/>
          <w:sz w:val="20"/>
        </w:rPr>
        <w:t xml:space="preserve">35 </w:t>
      </w:r>
      <w:r>
        <w:rPr>
          <w:spacing w:val="0"/>
          <w:position w:val="0"/>
          <w:sz w:val="20"/>
        </w:rPr>
        <w:t xml:space="preserve">     </w:t>
      </w:r>
      <w:r w:rsidRPr="00330C91">
        <w:rPr>
          <w:spacing w:val="0"/>
          <w:position w:val="0"/>
          <w:sz w:val="20"/>
        </w:rPr>
        <w:t>juurde</w:t>
      </w:r>
    </w:p>
    <w:p w14:paraId="6FC50614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74872406" w14:textId="77777777" w:rsidR="00E87A59" w:rsidRPr="00330C91" w:rsidRDefault="00E87A59" w:rsidP="00E87A59">
      <w:pPr>
        <w:ind w:left="4080" w:firstLine="680"/>
        <w:jc w:val="center"/>
      </w:pPr>
    </w:p>
    <w:p w14:paraId="7F7DF6A2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1E6B99D1" w14:textId="77777777" w:rsidR="005253F3" w:rsidRPr="00330C91" w:rsidRDefault="005253F3" w:rsidP="00D2770C">
      <w:pPr>
        <w:jc w:val="center"/>
        <w:rPr>
          <w:sz w:val="18"/>
        </w:rPr>
      </w:pPr>
    </w:p>
    <w:p w14:paraId="20F8AF3C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7F674F22" w14:textId="77777777" w:rsidR="005253F3" w:rsidRPr="00330C91" w:rsidRDefault="005253F3" w:rsidP="005655A4">
      <w:pPr>
        <w:rPr>
          <w:sz w:val="18"/>
          <w:szCs w:val="18"/>
        </w:rPr>
      </w:pPr>
    </w:p>
    <w:p w14:paraId="3953D05A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5F6CD00E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6C768E3D" w14:textId="25C909C8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976666">
        <w:rPr>
          <w:sz w:val="20"/>
        </w:rPr>
        <w:t xml:space="preserve">RMK </w:t>
      </w:r>
      <w:r w:rsidR="00361720">
        <w:rPr>
          <w:sz w:val="20"/>
        </w:rPr>
        <w:t>23.12.2024</w:t>
      </w:r>
      <w:r w:rsidR="00976666">
        <w:rPr>
          <w:sz w:val="20"/>
        </w:rPr>
        <w:t xml:space="preserve"> avaliku </w:t>
      </w:r>
      <w:r w:rsidR="00A4075E" w:rsidRPr="00330C91">
        <w:rPr>
          <w:sz w:val="20"/>
        </w:rPr>
        <w:t xml:space="preserve"> enampakkumise edukaks tunn</w:t>
      </w:r>
      <w:r w:rsidR="00A4075E">
        <w:rPr>
          <w:sz w:val="20"/>
        </w:rPr>
        <w:t>istamise protokolli nr 3-3.4/</w:t>
      </w:r>
      <w:r w:rsidR="00361720">
        <w:rPr>
          <w:sz w:val="20"/>
        </w:rPr>
        <w:t>20</w:t>
      </w:r>
      <w:r w:rsidR="00A4075E" w:rsidRPr="00330C91">
        <w:rPr>
          <w:sz w:val="20"/>
        </w:rPr>
        <w:t xml:space="preserve"> 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361720">
        <w:rPr>
          <w:bCs/>
          <w:sz w:val="20"/>
        </w:rPr>
        <w:t>jaanuar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361720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A4075E" w:rsidRPr="00330C91">
        <w:rPr>
          <w:bCs/>
          <w:sz w:val="20"/>
        </w:rPr>
        <w:t xml:space="preserve"> </w:t>
      </w:r>
      <w:r w:rsidR="00361720">
        <w:rPr>
          <w:bCs/>
          <w:sz w:val="20"/>
        </w:rPr>
        <w:t>märts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361720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1746"/>
        <w:gridCol w:w="2317"/>
        <w:gridCol w:w="1508"/>
        <w:gridCol w:w="1503"/>
      </w:tblGrid>
      <w:tr w:rsidR="006405D7" w:rsidRPr="00330C91" w14:paraId="0EC5A717" w14:textId="77777777" w:rsidTr="00361720">
        <w:trPr>
          <w:trHeight w:val="255"/>
        </w:trPr>
        <w:tc>
          <w:tcPr>
            <w:tcW w:w="1431" w:type="pct"/>
            <w:noWrap/>
            <w:vAlign w:val="bottom"/>
          </w:tcPr>
          <w:p w14:paraId="1B3B9C3E" w14:textId="77777777" w:rsidR="006405D7" w:rsidRPr="00330C91" w:rsidRDefault="006405D7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81" w:type="pct"/>
            <w:noWrap/>
            <w:vAlign w:val="bottom"/>
          </w:tcPr>
          <w:p w14:paraId="58E5C785" w14:textId="77777777" w:rsidR="006405D7" w:rsidRPr="00330C91" w:rsidRDefault="006405D7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69" w:type="pct"/>
            <w:vAlign w:val="bottom"/>
          </w:tcPr>
          <w:p w14:paraId="022420B9" w14:textId="77777777" w:rsidR="006405D7" w:rsidRPr="00330C91" w:rsidRDefault="006405D7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61" w:type="pct"/>
          </w:tcPr>
          <w:p w14:paraId="3F07FFCC" w14:textId="21441982" w:rsidR="006405D7" w:rsidRPr="00330C91" w:rsidRDefault="00361720" w:rsidP="004815E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Jaanuar/märts</w:t>
            </w:r>
          </w:p>
        </w:tc>
        <w:tc>
          <w:tcPr>
            <w:tcW w:w="759" w:type="pct"/>
            <w:noWrap/>
            <w:vAlign w:val="bottom"/>
          </w:tcPr>
          <w:p w14:paraId="30ECFD7E" w14:textId="77777777" w:rsidR="006405D7" w:rsidRPr="00330C91" w:rsidRDefault="006405D7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6405D7" w:rsidRPr="00330C91" w14:paraId="2066BA70" w14:textId="77777777" w:rsidTr="00361720">
        <w:trPr>
          <w:trHeight w:val="255"/>
        </w:trPr>
        <w:tc>
          <w:tcPr>
            <w:tcW w:w="1431" w:type="pct"/>
            <w:noWrap/>
            <w:vAlign w:val="bottom"/>
          </w:tcPr>
          <w:p w14:paraId="4FA7C870" w14:textId="5DD41088" w:rsidR="006405D7" w:rsidRPr="00330C91" w:rsidRDefault="00361720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</w:t>
            </w:r>
            <w:r w:rsidR="006405D7">
              <w:rPr>
                <w:spacing w:val="0"/>
                <w:position w:val="0"/>
                <w:sz w:val="20"/>
                <w:lang w:eastAsia="et-EE"/>
              </w:rPr>
              <w:t xml:space="preserve">üttepuit </w:t>
            </w:r>
          </w:p>
        </w:tc>
        <w:tc>
          <w:tcPr>
            <w:tcW w:w="881" w:type="pct"/>
            <w:noWrap/>
            <w:vAlign w:val="bottom"/>
          </w:tcPr>
          <w:p w14:paraId="72C15B88" w14:textId="77777777" w:rsidR="006405D7" w:rsidRPr="00330C91" w:rsidRDefault="006405D7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Vinni</w:t>
            </w:r>
          </w:p>
        </w:tc>
        <w:tc>
          <w:tcPr>
            <w:tcW w:w="1169" w:type="pct"/>
          </w:tcPr>
          <w:p w14:paraId="7EE1715B" w14:textId="77777777" w:rsidR="006405D7" w:rsidRPr="00330C91" w:rsidRDefault="006405D7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61" w:type="pct"/>
          </w:tcPr>
          <w:p w14:paraId="29C6A121" w14:textId="2EF75537" w:rsidR="006405D7" w:rsidRPr="00BE051B" w:rsidRDefault="00361720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272</w:t>
            </w:r>
          </w:p>
        </w:tc>
        <w:tc>
          <w:tcPr>
            <w:tcW w:w="759" w:type="pct"/>
            <w:noWrap/>
            <w:vAlign w:val="bottom"/>
          </w:tcPr>
          <w:p w14:paraId="44202636" w14:textId="05A4B3D1" w:rsidR="006405D7" w:rsidRPr="00330C91" w:rsidRDefault="00361720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272</w:t>
            </w:r>
          </w:p>
        </w:tc>
      </w:tr>
      <w:tr w:rsidR="00361720" w:rsidRPr="00330C91" w14:paraId="34FD4D4E" w14:textId="77777777" w:rsidTr="00361720">
        <w:trPr>
          <w:trHeight w:val="255"/>
        </w:trPr>
        <w:tc>
          <w:tcPr>
            <w:tcW w:w="1431" w:type="pct"/>
            <w:noWrap/>
            <w:vAlign w:val="bottom"/>
          </w:tcPr>
          <w:p w14:paraId="7A7AB5B9" w14:textId="5E4155F7" w:rsidR="00361720" w:rsidRDefault="00361720" w:rsidP="0036172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Okaspuuküttepuit</w:t>
            </w:r>
          </w:p>
        </w:tc>
        <w:tc>
          <w:tcPr>
            <w:tcW w:w="881" w:type="pct"/>
            <w:noWrap/>
            <w:vAlign w:val="bottom"/>
          </w:tcPr>
          <w:p w14:paraId="509A86C6" w14:textId="1DF33DD1" w:rsidR="00361720" w:rsidRDefault="00361720" w:rsidP="0036172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Vinni</w:t>
            </w:r>
          </w:p>
        </w:tc>
        <w:tc>
          <w:tcPr>
            <w:tcW w:w="1169" w:type="pct"/>
          </w:tcPr>
          <w:p w14:paraId="53312A7A" w14:textId="17973CF1" w:rsidR="00361720" w:rsidRDefault="00361720" w:rsidP="0036172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61" w:type="pct"/>
          </w:tcPr>
          <w:p w14:paraId="20376E47" w14:textId="7B1B62F2" w:rsidR="00361720" w:rsidRDefault="00361720" w:rsidP="0036172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164</w:t>
            </w:r>
          </w:p>
        </w:tc>
        <w:tc>
          <w:tcPr>
            <w:tcW w:w="759" w:type="pct"/>
            <w:noWrap/>
            <w:vAlign w:val="bottom"/>
          </w:tcPr>
          <w:p w14:paraId="098E591C" w14:textId="4489BE24" w:rsidR="00361720" w:rsidRDefault="00361720" w:rsidP="0036172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164</w:t>
            </w:r>
          </w:p>
        </w:tc>
      </w:tr>
    </w:tbl>
    <w:p w14:paraId="200B25D8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66B78A10" w14:textId="1B829595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</w:t>
      </w:r>
      <w:r w:rsidR="00731006">
        <w:rPr>
          <w:b/>
          <w:spacing w:val="0"/>
          <w:position w:val="0"/>
          <w:sz w:val="20"/>
          <w:lang w:eastAsia="et-EE"/>
        </w:rPr>
        <w:t>24/7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2A38634D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5046527E" w14:textId="77777777" w:rsidR="00D71D1F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</w:t>
      </w:r>
    </w:p>
    <w:p w14:paraId="34D79D97" w14:textId="77777777" w:rsidR="005253F3" w:rsidRDefault="005253F3" w:rsidP="005655A4">
      <w:pPr>
        <w:rPr>
          <w:spacing w:val="0"/>
          <w:position w:val="0"/>
          <w:sz w:val="20"/>
          <w:lang w:eastAsia="et-EE"/>
        </w:rPr>
      </w:pPr>
      <w:r w:rsidRPr="00330C91">
        <w:rPr>
          <w:spacing w:val="0"/>
          <w:position w:val="0"/>
          <w:sz w:val="20"/>
          <w:lang w:eastAsia="et-EE"/>
        </w:rPr>
        <w:t>kuni 10% vähem või rohkem.</w:t>
      </w:r>
    </w:p>
    <w:p w14:paraId="4EC58052" w14:textId="77777777" w:rsidR="00D71D1F" w:rsidRDefault="00D71D1F" w:rsidP="005655A4">
      <w:pPr>
        <w:rPr>
          <w:spacing w:val="0"/>
          <w:position w:val="0"/>
          <w:sz w:val="20"/>
          <w:lang w:eastAsia="et-EE"/>
        </w:rPr>
      </w:pPr>
    </w:p>
    <w:p w14:paraId="32648F46" w14:textId="77777777" w:rsidR="00D71D1F" w:rsidRPr="00330C91" w:rsidRDefault="00D71D1F" w:rsidP="005655A4">
      <w:pPr>
        <w:rPr>
          <w:spacing w:val="0"/>
          <w:position w:val="0"/>
          <w:sz w:val="20"/>
          <w:lang w:eastAsia="et-EE"/>
        </w:rPr>
      </w:pPr>
    </w:p>
    <w:p w14:paraId="56D93750" w14:textId="77777777" w:rsidR="005253F3" w:rsidRDefault="005253F3" w:rsidP="005655A4">
      <w:pPr>
        <w:jc w:val="both"/>
        <w:rPr>
          <w:bCs/>
          <w:sz w:val="20"/>
        </w:rPr>
      </w:pPr>
    </w:p>
    <w:p w14:paraId="662BCB75" w14:textId="77777777" w:rsidR="00D71D1F" w:rsidRPr="00330C91" w:rsidRDefault="00D71D1F" w:rsidP="005655A4">
      <w:pPr>
        <w:jc w:val="both"/>
        <w:rPr>
          <w:bCs/>
          <w:sz w:val="20"/>
        </w:rPr>
      </w:pPr>
    </w:p>
    <w:p w14:paraId="392927B6" w14:textId="77777777" w:rsidR="005253F3" w:rsidRPr="00330C91" w:rsidRDefault="00D71D1F" w:rsidP="00EB57EF">
      <w:pPr>
        <w:rPr>
          <w:b/>
          <w:sz w:val="20"/>
        </w:rPr>
      </w:pPr>
      <w:r>
        <w:rPr>
          <w:b/>
          <w:sz w:val="20"/>
        </w:rPr>
        <w:t>5</w:t>
      </w:r>
      <w:r w:rsidR="005253F3" w:rsidRPr="00330C91">
        <w:rPr>
          <w:b/>
          <w:sz w:val="20"/>
        </w:rPr>
        <w:t xml:space="preserve">. Poolte allkirjad  </w:t>
      </w:r>
    </w:p>
    <w:p w14:paraId="7AE553A5" w14:textId="77777777" w:rsidR="005253F3" w:rsidRPr="00330C91" w:rsidRDefault="005253F3" w:rsidP="00EB57EF">
      <w:pPr>
        <w:rPr>
          <w:b/>
          <w:sz w:val="20"/>
        </w:rPr>
      </w:pPr>
    </w:p>
    <w:p w14:paraId="4AC6DBA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9E643B4" w14:textId="77777777" w:rsidR="005253F3" w:rsidRPr="00330C91" w:rsidRDefault="005253F3" w:rsidP="00EB57EF">
      <w:pPr>
        <w:rPr>
          <w:b/>
          <w:sz w:val="20"/>
        </w:rPr>
      </w:pPr>
    </w:p>
    <w:p w14:paraId="21C031A6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53D7E4D" w14:textId="77777777" w:rsidR="005253F3" w:rsidRPr="00330C91" w:rsidRDefault="005253F3" w:rsidP="00EB57EF">
      <w:pPr>
        <w:rPr>
          <w:i/>
          <w:sz w:val="20"/>
        </w:rPr>
      </w:pPr>
    </w:p>
    <w:p w14:paraId="03233761" w14:textId="77777777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405D7">
        <w:rPr>
          <w:b/>
          <w:sz w:val="20"/>
        </w:rPr>
        <w:t>Alar Kulp</w:t>
      </w:r>
    </w:p>
    <w:p w14:paraId="79102AD3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7C47CF65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218ED7B" w14:textId="77777777" w:rsidR="0090028A" w:rsidRPr="00330C91" w:rsidRDefault="0090028A" w:rsidP="009002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Metsahake</w:t>
      </w:r>
      <w:proofErr w:type="spellEnd"/>
      <w:r>
        <w:rPr>
          <w:spacing w:val="0"/>
          <w:position w:val="0"/>
          <w:sz w:val="20"/>
        </w:rPr>
        <w:t xml:space="preserve"> OÜ</w:t>
      </w:r>
      <w:r w:rsidRPr="00B8365C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715B6424" w14:textId="77777777" w:rsidR="0090028A" w:rsidRPr="00330C91" w:rsidRDefault="0090028A" w:rsidP="009002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A1DBED3" w14:textId="77777777" w:rsidR="0090028A" w:rsidRDefault="0090028A" w:rsidP="0090028A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2025/35      </w:t>
      </w:r>
      <w:r w:rsidRPr="00330C91">
        <w:rPr>
          <w:spacing w:val="0"/>
          <w:position w:val="0"/>
          <w:sz w:val="20"/>
        </w:rPr>
        <w:t>juurde</w:t>
      </w:r>
    </w:p>
    <w:p w14:paraId="710DE1DB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3C9E7C67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7176059" w14:textId="77777777" w:rsidR="005253F3" w:rsidRPr="00330C91" w:rsidRDefault="005253F3" w:rsidP="00244AC9">
      <w:pPr>
        <w:rPr>
          <w:sz w:val="20"/>
        </w:rPr>
      </w:pPr>
    </w:p>
    <w:p w14:paraId="46D80382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680B6F83" w14:textId="77777777" w:rsidR="005253F3" w:rsidRPr="00330C91" w:rsidRDefault="005253F3" w:rsidP="00B30713">
      <w:pPr>
        <w:rPr>
          <w:sz w:val="18"/>
          <w:szCs w:val="18"/>
        </w:rPr>
      </w:pPr>
    </w:p>
    <w:p w14:paraId="19C1D3E7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3BEAFA31" w14:textId="77777777" w:rsidR="005253F3" w:rsidRPr="00330C91" w:rsidRDefault="005253F3" w:rsidP="005655A4">
      <w:pPr>
        <w:rPr>
          <w:b/>
          <w:sz w:val="18"/>
        </w:rPr>
      </w:pPr>
    </w:p>
    <w:p w14:paraId="408D0942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7DA9128C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5A398270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19C592E1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ED02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5C44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DF8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AE97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16058351" w14:textId="77777777" w:rsidTr="00361720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78CF" w14:textId="21D242B1" w:rsidR="005253F3" w:rsidRPr="00330C91" w:rsidRDefault="004815EF" w:rsidP="005401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Küttepuit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8A71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5/60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61970ACF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30(+/-3)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7A868767" w14:textId="54DDA65D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490EEC">
              <w:rPr>
                <w:bCs/>
                <w:sz w:val="20"/>
              </w:rPr>
              <w:t>2.</w:t>
            </w:r>
            <w:r w:rsidR="00361720">
              <w:rPr>
                <w:bCs/>
                <w:sz w:val="20"/>
              </w:rPr>
              <w:t>6</w:t>
            </w:r>
          </w:p>
        </w:tc>
      </w:tr>
      <w:tr w:rsidR="00361720" w:rsidRPr="00330C91" w14:paraId="1D0F723C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74C" w14:textId="29100864" w:rsidR="00361720" w:rsidRDefault="00361720" w:rsidP="0036172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Okaspuuküttepuit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026C" w14:textId="7C0DDCEE" w:rsidR="00361720" w:rsidRDefault="00361720" w:rsidP="0036172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5/60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AB79" w14:textId="3AE19B76" w:rsidR="00361720" w:rsidRDefault="00361720" w:rsidP="0036172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30(+/-3)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0A50" w14:textId="7C15C139" w:rsidR="00361720" w:rsidRPr="00330C91" w:rsidRDefault="00361720" w:rsidP="00361720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2.5</w:t>
            </w:r>
          </w:p>
        </w:tc>
      </w:tr>
    </w:tbl>
    <w:p w14:paraId="6C8B6881" w14:textId="77777777" w:rsidR="005253F3" w:rsidRPr="00490EEC" w:rsidRDefault="005253F3" w:rsidP="005655A4">
      <w:pPr>
        <w:rPr>
          <w:b/>
          <w:bCs/>
          <w:sz w:val="20"/>
        </w:rPr>
      </w:pPr>
    </w:p>
    <w:p w14:paraId="3B3511E7" w14:textId="77777777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>RMK virnmaterjalide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7DFC9A43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5EB70A41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F113AA7" w14:textId="77777777" w:rsidR="005253F3" w:rsidRPr="00330C91" w:rsidRDefault="005253F3" w:rsidP="00EB57EF">
      <w:pPr>
        <w:rPr>
          <w:b/>
          <w:sz w:val="20"/>
        </w:rPr>
      </w:pPr>
    </w:p>
    <w:p w14:paraId="4303E6BE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7B7EB35" w14:textId="77777777" w:rsidR="005253F3" w:rsidRPr="00330C91" w:rsidRDefault="005253F3" w:rsidP="00EB57EF">
      <w:pPr>
        <w:rPr>
          <w:sz w:val="20"/>
        </w:rPr>
      </w:pPr>
    </w:p>
    <w:p w14:paraId="35C6FE1C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2E0F584E" w14:textId="77777777" w:rsidR="005253F3" w:rsidRPr="00330C91" w:rsidRDefault="005253F3" w:rsidP="00EB57EF">
      <w:pPr>
        <w:rPr>
          <w:i/>
          <w:sz w:val="20"/>
        </w:rPr>
      </w:pPr>
    </w:p>
    <w:p w14:paraId="1DBB83E7" w14:textId="77777777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405D7" w:rsidRPr="006405D7">
        <w:rPr>
          <w:b/>
          <w:sz w:val="20"/>
        </w:rPr>
        <w:t>Alar Kulp</w:t>
      </w:r>
    </w:p>
    <w:p w14:paraId="3DBFE70C" w14:textId="77777777" w:rsidR="00490EEC" w:rsidRDefault="00490EEC" w:rsidP="00490EEC">
      <w:pPr>
        <w:rPr>
          <w:b/>
          <w:sz w:val="20"/>
        </w:rPr>
      </w:pPr>
    </w:p>
    <w:p w14:paraId="060F7EB2" w14:textId="77777777" w:rsidR="005253F3" w:rsidRPr="00330C91" w:rsidRDefault="005253F3" w:rsidP="00B30713">
      <w:pPr>
        <w:rPr>
          <w:b/>
          <w:sz w:val="20"/>
        </w:rPr>
      </w:pPr>
    </w:p>
    <w:p w14:paraId="1B7C2325" w14:textId="186E06C2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422E8755" w14:textId="77777777" w:rsidR="0090028A" w:rsidRPr="00330C91" w:rsidRDefault="0090028A" w:rsidP="009002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Metsahake</w:t>
      </w:r>
      <w:proofErr w:type="spellEnd"/>
      <w:r>
        <w:rPr>
          <w:spacing w:val="0"/>
          <w:position w:val="0"/>
          <w:sz w:val="20"/>
        </w:rPr>
        <w:t xml:space="preserve"> OÜ</w:t>
      </w:r>
      <w:r w:rsidRPr="00B8365C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0E0AAA30" w14:textId="77777777" w:rsidR="0090028A" w:rsidRPr="00330C91" w:rsidRDefault="0090028A" w:rsidP="009002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A2FB2E7" w14:textId="77777777" w:rsidR="0090028A" w:rsidRDefault="0090028A" w:rsidP="0090028A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2025/35      </w:t>
      </w:r>
      <w:r w:rsidRPr="00330C91">
        <w:rPr>
          <w:spacing w:val="0"/>
          <w:position w:val="0"/>
          <w:sz w:val="20"/>
        </w:rPr>
        <w:t>juurde</w:t>
      </w:r>
    </w:p>
    <w:p w14:paraId="31664755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3BCB4E89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0190C2A1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29873A56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43D5B049" w14:textId="77777777" w:rsidR="005253F3" w:rsidRPr="00330C91" w:rsidRDefault="005253F3" w:rsidP="00B30713">
      <w:pPr>
        <w:rPr>
          <w:sz w:val="18"/>
          <w:szCs w:val="18"/>
        </w:rPr>
      </w:pPr>
    </w:p>
    <w:p w14:paraId="77D8CAF4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2EEE07C" w14:textId="77777777" w:rsidR="005253F3" w:rsidRPr="00330C91" w:rsidRDefault="005253F3" w:rsidP="005655A4">
      <w:pPr>
        <w:rPr>
          <w:b/>
          <w:sz w:val="18"/>
        </w:rPr>
      </w:pPr>
    </w:p>
    <w:p w14:paraId="3126D9FA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3A8518FF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540171" w:rsidRPr="00330C91" w14:paraId="08A3C347" w14:textId="77777777" w:rsidTr="0090028A">
        <w:trPr>
          <w:trHeight w:val="277"/>
        </w:trPr>
        <w:tc>
          <w:tcPr>
            <w:tcW w:w="1763" w:type="pct"/>
            <w:vAlign w:val="bottom"/>
          </w:tcPr>
          <w:p w14:paraId="1F1CCBED" w14:textId="77777777" w:rsidR="00540171" w:rsidRPr="00330C91" w:rsidRDefault="00540171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2EC7FC0B" w14:textId="77777777" w:rsidR="00540171" w:rsidRPr="00330C91" w:rsidRDefault="00540171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491D0DA2" w14:textId="77777777" w:rsidR="00540171" w:rsidRPr="00330C91" w:rsidRDefault="00540171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7AA0DF4F" w14:textId="77777777" w:rsidR="00540171" w:rsidRPr="00330C91" w:rsidRDefault="00540171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90028A" w:rsidRPr="00330C91" w14:paraId="2A2EF74C" w14:textId="77777777" w:rsidTr="0090028A">
        <w:trPr>
          <w:trHeight w:val="287"/>
        </w:trPr>
        <w:tc>
          <w:tcPr>
            <w:tcW w:w="1763" w:type="pct"/>
            <w:vAlign w:val="bottom"/>
          </w:tcPr>
          <w:p w14:paraId="0F20B663" w14:textId="3A5F8DF3" w:rsidR="0090028A" w:rsidRDefault="0090028A" w:rsidP="0090028A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Vinni</w:t>
            </w:r>
          </w:p>
        </w:tc>
        <w:tc>
          <w:tcPr>
            <w:tcW w:w="1164" w:type="pct"/>
          </w:tcPr>
          <w:p w14:paraId="7501B2C0" w14:textId="3654942A" w:rsidR="0090028A" w:rsidRDefault="0090028A" w:rsidP="0090028A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Küttepuit</w:t>
            </w:r>
          </w:p>
        </w:tc>
        <w:tc>
          <w:tcPr>
            <w:tcW w:w="1135" w:type="pct"/>
            <w:vAlign w:val="bottom"/>
          </w:tcPr>
          <w:p w14:paraId="5D337831" w14:textId="5D92AC10" w:rsidR="0090028A" w:rsidRDefault="0090028A" w:rsidP="0090028A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1A96E72A" w14:textId="4F03EC2F" w:rsidR="0090028A" w:rsidRDefault="0090028A" w:rsidP="0090028A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</w:tr>
      <w:tr w:rsidR="0090028A" w:rsidRPr="00330C91" w14:paraId="11123DA3" w14:textId="77777777" w:rsidTr="0090028A">
        <w:trPr>
          <w:trHeight w:val="287"/>
        </w:trPr>
        <w:tc>
          <w:tcPr>
            <w:tcW w:w="1763" w:type="pct"/>
            <w:vAlign w:val="bottom"/>
          </w:tcPr>
          <w:p w14:paraId="0D872BB9" w14:textId="77777777" w:rsidR="0090028A" w:rsidRPr="00330C91" w:rsidRDefault="0090028A" w:rsidP="0090028A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Vinni</w:t>
            </w:r>
          </w:p>
        </w:tc>
        <w:tc>
          <w:tcPr>
            <w:tcW w:w="1164" w:type="pct"/>
          </w:tcPr>
          <w:p w14:paraId="15A52323" w14:textId="342CC820" w:rsidR="0090028A" w:rsidRPr="00330C91" w:rsidRDefault="0090028A" w:rsidP="0090028A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Okaspuuküttepuit</w:t>
            </w:r>
          </w:p>
        </w:tc>
        <w:tc>
          <w:tcPr>
            <w:tcW w:w="1135" w:type="pct"/>
            <w:vAlign w:val="bottom"/>
          </w:tcPr>
          <w:p w14:paraId="7B41C1C4" w14:textId="77777777" w:rsidR="0090028A" w:rsidRPr="00330C91" w:rsidRDefault="0090028A" w:rsidP="0090028A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24B3640E" w14:textId="03591FA5" w:rsidR="0090028A" w:rsidRPr="00330C91" w:rsidRDefault="0090028A" w:rsidP="0090028A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</w:tr>
    </w:tbl>
    <w:p w14:paraId="03D353CF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5D42EB83" w14:textId="4FDABEA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39508C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6B51ED15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1013F6E" w14:textId="40AC80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 kuni </w:t>
      </w:r>
      <w:r w:rsidR="00490EEC">
        <w:rPr>
          <w:bCs/>
          <w:sz w:val="20"/>
        </w:rPr>
        <w:t>3</w:t>
      </w:r>
      <w:r w:rsidR="0090028A">
        <w:rPr>
          <w:bCs/>
          <w:sz w:val="20"/>
        </w:rPr>
        <w:t>1</w:t>
      </w:r>
      <w:r w:rsidR="004815EF">
        <w:rPr>
          <w:bCs/>
          <w:sz w:val="20"/>
        </w:rPr>
        <w:t>.0</w:t>
      </w:r>
      <w:r w:rsidR="0090028A">
        <w:rPr>
          <w:bCs/>
          <w:sz w:val="20"/>
        </w:rPr>
        <w:t>3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90028A">
        <w:rPr>
          <w:bCs/>
          <w:sz w:val="20"/>
        </w:rPr>
        <w:t>5</w:t>
      </w:r>
      <w:r w:rsidRPr="00330C91">
        <w:rPr>
          <w:bCs/>
          <w:sz w:val="20"/>
        </w:rPr>
        <w:t>.</w:t>
      </w:r>
    </w:p>
    <w:p w14:paraId="67EB4217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4753521C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6281C945" w14:textId="77777777" w:rsidR="005253F3" w:rsidRPr="00330C91" w:rsidRDefault="005253F3" w:rsidP="00B30713">
      <w:pPr>
        <w:rPr>
          <w:b/>
          <w:sz w:val="20"/>
        </w:rPr>
      </w:pPr>
    </w:p>
    <w:p w14:paraId="281358C0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9407AD2" w14:textId="77777777" w:rsidR="005253F3" w:rsidRPr="00330C91" w:rsidRDefault="005253F3" w:rsidP="00EB57EF">
      <w:pPr>
        <w:rPr>
          <w:sz w:val="20"/>
        </w:rPr>
      </w:pPr>
    </w:p>
    <w:p w14:paraId="09B47F31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C80376A" w14:textId="77777777" w:rsidR="005253F3" w:rsidRPr="00330C91" w:rsidRDefault="005253F3" w:rsidP="00EB57EF">
      <w:pPr>
        <w:rPr>
          <w:sz w:val="20"/>
        </w:rPr>
      </w:pPr>
    </w:p>
    <w:p w14:paraId="0DDADBB1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202AC448" w14:textId="77777777" w:rsidR="005253F3" w:rsidRPr="00330C91" w:rsidRDefault="005253F3" w:rsidP="00EB57EF">
      <w:pPr>
        <w:rPr>
          <w:sz w:val="20"/>
        </w:rPr>
      </w:pPr>
    </w:p>
    <w:p w14:paraId="23B8D3BA" w14:textId="77777777" w:rsidR="00EC5525" w:rsidRDefault="00EC5525" w:rsidP="00EC5525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405D7" w:rsidRPr="006405D7">
        <w:rPr>
          <w:b/>
          <w:sz w:val="20"/>
        </w:rPr>
        <w:t>Alar Kulp</w:t>
      </w:r>
    </w:p>
    <w:p w14:paraId="049F4AAF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065E8" w14:textId="77777777" w:rsidR="000B56E1" w:rsidRDefault="000B56E1">
      <w:r>
        <w:separator/>
      </w:r>
    </w:p>
  </w:endnote>
  <w:endnote w:type="continuationSeparator" w:id="0">
    <w:p w14:paraId="3A49F012" w14:textId="77777777" w:rsidR="000B56E1" w:rsidRDefault="000B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E416D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7D006" w14:textId="77777777" w:rsidR="000B56E1" w:rsidRDefault="000B56E1">
      <w:r>
        <w:separator/>
      </w:r>
    </w:p>
  </w:footnote>
  <w:footnote w:type="continuationSeparator" w:id="0">
    <w:p w14:paraId="1DAB2A49" w14:textId="77777777" w:rsidR="000B56E1" w:rsidRDefault="000B5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7FF69" w14:textId="280DEA63" w:rsidR="003C047F" w:rsidRPr="00E144F2" w:rsidRDefault="003C047F" w:rsidP="00CB198C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F027EB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851BF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2D80979"/>
    <w:multiLevelType w:val="multilevel"/>
    <w:tmpl w:val="2CF86D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54348522">
    <w:abstractNumId w:val="0"/>
  </w:num>
  <w:num w:numId="2" w16cid:durableId="2009212650">
    <w:abstractNumId w:val="8"/>
  </w:num>
  <w:num w:numId="3" w16cid:durableId="161941585">
    <w:abstractNumId w:val="7"/>
  </w:num>
  <w:num w:numId="4" w16cid:durableId="588856542">
    <w:abstractNumId w:val="10"/>
  </w:num>
  <w:num w:numId="5" w16cid:durableId="2126460548">
    <w:abstractNumId w:val="11"/>
  </w:num>
  <w:num w:numId="6" w16cid:durableId="373239009">
    <w:abstractNumId w:val="12"/>
  </w:num>
  <w:num w:numId="7" w16cid:durableId="1275216024">
    <w:abstractNumId w:val="13"/>
  </w:num>
  <w:num w:numId="8" w16cid:durableId="433089609">
    <w:abstractNumId w:val="4"/>
  </w:num>
  <w:num w:numId="9" w16cid:durableId="963343891">
    <w:abstractNumId w:val="5"/>
  </w:num>
  <w:num w:numId="10" w16cid:durableId="424420126">
    <w:abstractNumId w:val="1"/>
  </w:num>
  <w:num w:numId="11" w16cid:durableId="1092507261">
    <w:abstractNumId w:val="2"/>
  </w:num>
  <w:num w:numId="12" w16cid:durableId="146943820">
    <w:abstractNumId w:val="9"/>
  </w:num>
  <w:num w:numId="13" w16cid:durableId="1466583150">
    <w:abstractNumId w:val="3"/>
  </w:num>
  <w:num w:numId="14" w16cid:durableId="160577262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56E1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008DE"/>
    <w:rsid w:val="0021202D"/>
    <w:rsid w:val="00212CA7"/>
    <w:rsid w:val="00216D5C"/>
    <w:rsid w:val="00226AB7"/>
    <w:rsid w:val="00236C7C"/>
    <w:rsid w:val="0024080D"/>
    <w:rsid w:val="00240EBA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C5F05"/>
    <w:rsid w:val="002D6E2B"/>
    <w:rsid w:val="002E0A02"/>
    <w:rsid w:val="002E1392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1720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508C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2CC"/>
    <w:rsid w:val="004578B2"/>
    <w:rsid w:val="00464558"/>
    <w:rsid w:val="00467DE1"/>
    <w:rsid w:val="00470747"/>
    <w:rsid w:val="00475FBD"/>
    <w:rsid w:val="004764B2"/>
    <w:rsid w:val="004764DB"/>
    <w:rsid w:val="004772CA"/>
    <w:rsid w:val="004815EF"/>
    <w:rsid w:val="00487E5D"/>
    <w:rsid w:val="00490EEC"/>
    <w:rsid w:val="004958AA"/>
    <w:rsid w:val="004A2C88"/>
    <w:rsid w:val="004A46F5"/>
    <w:rsid w:val="004A641A"/>
    <w:rsid w:val="004B17C5"/>
    <w:rsid w:val="004B44DF"/>
    <w:rsid w:val="004B4A1D"/>
    <w:rsid w:val="004B4F52"/>
    <w:rsid w:val="004C074B"/>
    <w:rsid w:val="004C2DDA"/>
    <w:rsid w:val="004C4DE1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5BFC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6224"/>
    <w:rsid w:val="006277C4"/>
    <w:rsid w:val="0063210F"/>
    <w:rsid w:val="0063661A"/>
    <w:rsid w:val="006371FC"/>
    <w:rsid w:val="006405D7"/>
    <w:rsid w:val="00646F93"/>
    <w:rsid w:val="00650126"/>
    <w:rsid w:val="006515CB"/>
    <w:rsid w:val="00652B4E"/>
    <w:rsid w:val="00656DBC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9D8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1006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830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535D"/>
    <w:rsid w:val="008E1C72"/>
    <w:rsid w:val="008E420A"/>
    <w:rsid w:val="008E4798"/>
    <w:rsid w:val="008F23D1"/>
    <w:rsid w:val="008F2BB8"/>
    <w:rsid w:val="008F34A0"/>
    <w:rsid w:val="0090028A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563D"/>
    <w:rsid w:val="00976666"/>
    <w:rsid w:val="00982697"/>
    <w:rsid w:val="00984DBF"/>
    <w:rsid w:val="00990799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111CB"/>
    <w:rsid w:val="00A116B3"/>
    <w:rsid w:val="00A11953"/>
    <w:rsid w:val="00A24D92"/>
    <w:rsid w:val="00A24F99"/>
    <w:rsid w:val="00A256A9"/>
    <w:rsid w:val="00A32155"/>
    <w:rsid w:val="00A33AEB"/>
    <w:rsid w:val="00A349F8"/>
    <w:rsid w:val="00A40642"/>
    <w:rsid w:val="00A4075E"/>
    <w:rsid w:val="00A414B4"/>
    <w:rsid w:val="00A41F98"/>
    <w:rsid w:val="00A47405"/>
    <w:rsid w:val="00A56876"/>
    <w:rsid w:val="00A624A3"/>
    <w:rsid w:val="00A63F9D"/>
    <w:rsid w:val="00A67C68"/>
    <w:rsid w:val="00A72A8F"/>
    <w:rsid w:val="00A74DFE"/>
    <w:rsid w:val="00A76FEB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E342B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776CF"/>
    <w:rsid w:val="00C82045"/>
    <w:rsid w:val="00C85F5D"/>
    <w:rsid w:val="00C871DE"/>
    <w:rsid w:val="00C9096D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B198C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1D1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5790"/>
    <w:rsid w:val="00DC06EC"/>
    <w:rsid w:val="00DC3B6C"/>
    <w:rsid w:val="00DC40E4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1BEB"/>
    <w:rsid w:val="00E93AC8"/>
    <w:rsid w:val="00EA1488"/>
    <w:rsid w:val="00EB0C96"/>
    <w:rsid w:val="00EB57EF"/>
    <w:rsid w:val="00EB7677"/>
    <w:rsid w:val="00EC5525"/>
    <w:rsid w:val="00ED071D"/>
    <w:rsid w:val="00ED29A4"/>
    <w:rsid w:val="00ED41E8"/>
    <w:rsid w:val="00EE00CE"/>
    <w:rsid w:val="00EE38B6"/>
    <w:rsid w:val="00EE3D8B"/>
    <w:rsid w:val="00EE7922"/>
    <w:rsid w:val="00EF0959"/>
    <w:rsid w:val="00EF0A2C"/>
    <w:rsid w:val="00EF1887"/>
    <w:rsid w:val="00EF28A0"/>
    <w:rsid w:val="00EF38AB"/>
    <w:rsid w:val="00EF4A2B"/>
    <w:rsid w:val="00F027EB"/>
    <w:rsid w:val="00F02C6C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3CBE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64D6"/>
    <w:rsid w:val="00FB780E"/>
    <w:rsid w:val="00FC1023"/>
    <w:rsid w:val="00FC16AB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02BF9C5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8</TotalTime>
  <Pages>3</Pages>
  <Words>343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3050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5</cp:revision>
  <cp:lastPrinted>2015-07-06T09:24:00Z</cp:lastPrinted>
  <dcterms:created xsi:type="dcterms:W3CDTF">2025-01-28T13:22:00Z</dcterms:created>
  <dcterms:modified xsi:type="dcterms:W3CDTF">2025-01-28T13:29:00Z</dcterms:modified>
</cp:coreProperties>
</file>